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21FBECFE" w:rsidR="0085747A" w:rsidRPr="0029190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91907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E50AC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1B67AC8" w14:textId="5C48F7AA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BE50AC">
        <w:rPr>
          <w:rFonts w:ascii="Corbel" w:hAnsi="Corbel"/>
          <w:sz w:val="20"/>
          <w:szCs w:val="20"/>
        </w:rPr>
        <w:t xml:space="preserve">Rok akademicki  </w:t>
      </w:r>
      <w:r w:rsidR="00D230AE" w:rsidRPr="00BE50AC">
        <w:rPr>
          <w:rFonts w:ascii="Corbel" w:hAnsi="Corbel"/>
          <w:sz w:val="20"/>
          <w:szCs w:val="20"/>
        </w:rPr>
        <w:t>202</w:t>
      </w:r>
      <w:r w:rsidR="00BE50AC" w:rsidRPr="00BE50AC">
        <w:rPr>
          <w:rFonts w:ascii="Corbel" w:hAnsi="Corbel"/>
          <w:sz w:val="20"/>
          <w:szCs w:val="20"/>
        </w:rPr>
        <w:t>2</w:t>
      </w:r>
      <w:r w:rsidR="00D230AE" w:rsidRPr="00BE50AC">
        <w:rPr>
          <w:rFonts w:ascii="Corbel" w:hAnsi="Corbel"/>
          <w:sz w:val="20"/>
          <w:szCs w:val="20"/>
        </w:rPr>
        <w:t>/202</w:t>
      </w:r>
      <w:r w:rsidR="00BE50AC" w:rsidRPr="00BE50AC">
        <w:rPr>
          <w:rFonts w:ascii="Corbel" w:hAnsi="Corbel"/>
          <w:sz w:val="20"/>
          <w:szCs w:val="20"/>
        </w:rPr>
        <w:t>3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7777777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  <w:r w:rsidR="009F006C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Ewa </w:t>
            </w:r>
            <w:proofErr w:type="spellStart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Kubejko</w:t>
            </w:r>
            <w:proofErr w:type="spellEnd"/>
            <w:r w:rsidR="008B7A90"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-Polańska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009074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Wykł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Konw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Sem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91907">
              <w:rPr>
                <w:rFonts w:ascii="Corbel" w:hAnsi="Corbel"/>
                <w:szCs w:val="24"/>
              </w:rPr>
              <w:t>Prakt</w:t>
            </w:r>
            <w:proofErr w:type="spellEnd"/>
            <w:r w:rsidRPr="0029190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009074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7777777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Corbel" w:hAnsi="Corbel" w:cs="Segoe UI"/>
        </w:rPr>
        <w:sym w:font="Wingdings" w:char="F0FE"/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proofErr w:type="spellStart"/>
      <w:r w:rsidRPr="0084704B">
        <w:rPr>
          <w:rStyle w:val="spellingerror"/>
          <w:rFonts w:ascii="Corbel" w:hAnsi="Corbel"/>
        </w:rPr>
        <w:t>Teams</w:t>
      </w:r>
      <w:proofErr w:type="spellEnd"/>
      <w:r w:rsidRPr="0084704B">
        <w:rPr>
          <w:rStyle w:val="spellingerror"/>
          <w:rFonts w:ascii="Corbel" w:hAnsi="Corbel"/>
        </w:rPr>
        <w:t>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E4617C0" w:rsidR="00E960BB" w:rsidRDefault="00D230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zaliczenie z oceną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9190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9190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F538A5" w:rsidRPr="00291907" w14:paraId="632896A6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9190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9190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1</w:t>
            </w:r>
            <w:r w:rsidR="0045323C" w:rsidRPr="00291907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</w:tr>
      <w:tr w:rsidR="00F538A5" w:rsidRPr="00291907" w14:paraId="726822FE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538A5" w:rsidRPr="00291907" w14:paraId="53CCD775" w14:textId="77777777" w:rsidTr="00F538A5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BE50AC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BE50AC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5C9F5" w14:textId="77777777" w:rsidR="00C35073" w:rsidRDefault="00C35073" w:rsidP="00C16ABF">
      <w:pPr>
        <w:spacing w:after="0" w:line="240" w:lineRule="auto"/>
      </w:pPr>
      <w:r>
        <w:separator/>
      </w:r>
    </w:p>
  </w:endnote>
  <w:endnote w:type="continuationSeparator" w:id="0">
    <w:p w14:paraId="324CB4E5" w14:textId="77777777" w:rsidR="00C35073" w:rsidRDefault="00C350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74386" w14:textId="77777777" w:rsidR="00C35073" w:rsidRDefault="00C35073" w:rsidP="00C16ABF">
      <w:pPr>
        <w:spacing w:after="0" w:line="240" w:lineRule="auto"/>
      </w:pPr>
      <w:r>
        <w:separator/>
      </w:r>
    </w:p>
  </w:footnote>
  <w:footnote w:type="continuationSeparator" w:id="0">
    <w:p w14:paraId="72DD019D" w14:textId="77777777" w:rsidR="00C35073" w:rsidRDefault="00C35073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04CD9-8B35-49B8-B85E-B2C856DE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CDD9B5-DA9E-40EE-BE79-36BC17FB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1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2020-10-05T07:31:00Z</dcterms:created>
  <dcterms:modified xsi:type="dcterms:W3CDTF">2020-12-09T12:21:00Z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